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156A3F9E" w:rsidR="0054209E" w:rsidRPr="0015676C" w:rsidRDefault="0054209E" w:rsidP="0054209E">
      <w:pPr>
        <w:pStyle w:val="Titul2"/>
      </w:pPr>
      <w:r w:rsidRPr="000F16D6">
        <w:t>„</w:t>
      </w:r>
      <w:r w:rsidR="000F16D6" w:rsidRPr="000F16D6">
        <w:t>Dodávka mobilního pódia</w:t>
      </w:r>
      <w:r w:rsidRPr="000F16D6">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4361E412" w:rsidR="0007455F" w:rsidRDefault="0007455F" w:rsidP="004F423E">
      <w:pPr>
        <w:pStyle w:val="Odstavecseseznamem"/>
        <w:spacing w:before="240" w:after="0"/>
        <w:ind w:left="1077"/>
        <w:contextualSpacing w:val="0"/>
        <w:rPr>
          <w:b/>
          <w:noProof/>
        </w:rPr>
      </w:pPr>
    </w:p>
    <w:p w14:paraId="1D775990" w14:textId="77777777" w:rsidR="002861D8" w:rsidRPr="00474A07" w:rsidRDefault="002861D8"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1A10D529" w:rsidR="0054209E" w:rsidRPr="00AD092D" w:rsidRDefault="0054209E" w:rsidP="00373009">
      <w:pPr>
        <w:pStyle w:val="Odstavecseseznamem"/>
        <w:numPr>
          <w:ilvl w:val="2"/>
          <w:numId w:val="5"/>
        </w:numPr>
        <w:rPr>
          <w:noProof/>
        </w:rPr>
      </w:pPr>
      <w:r w:rsidRPr="00AD092D">
        <w:rPr>
          <w:noProof/>
        </w:rPr>
        <w:t xml:space="preserve">Výzva kupujícího k podání nabídky pod. č.j. </w:t>
      </w:r>
      <w:r w:rsidR="00AD092D" w:rsidRPr="00AD092D">
        <w:rPr>
          <w:noProof/>
        </w:rPr>
        <w:t xml:space="preserve">69/2023-SŽ-OŘ PHA-OVZ </w:t>
      </w:r>
      <w:r w:rsidR="0012326F" w:rsidRPr="00AD092D">
        <w:rPr>
          <w:noProof/>
        </w:rPr>
        <w:t xml:space="preserve">ze dne </w:t>
      </w:r>
      <w:r w:rsidR="00AD092D" w:rsidRPr="00AD092D">
        <w:rPr>
          <w:noProof/>
        </w:rPr>
        <w:t>12</w:t>
      </w:r>
      <w:r w:rsidR="0012326F" w:rsidRPr="00AD092D">
        <w:rPr>
          <w:noProof/>
        </w:rPr>
        <w:t xml:space="preserve">. </w:t>
      </w:r>
      <w:r w:rsidR="00AD092D" w:rsidRPr="00AD092D">
        <w:rPr>
          <w:noProof/>
        </w:rPr>
        <w:t>01</w:t>
      </w:r>
      <w:r w:rsidR="00373009" w:rsidRPr="00AD092D">
        <w:rPr>
          <w:noProof/>
        </w:rPr>
        <w:t>. 202</w:t>
      </w:r>
      <w:r w:rsidR="00AD092D" w:rsidRPr="00AD092D">
        <w:rPr>
          <w:noProof/>
        </w:rPr>
        <w:t>3</w:t>
      </w:r>
      <w:r w:rsidR="00373009" w:rsidRPr="00AD092D">
        <w:rPr>
          <w:noProof/>
        </w:rPr>
        <w:t>.</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2E16A6A7"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1EB55C8D" w:rsidR="00067016" w:rsidRDefault="000F16D6" w:rsidP="000F16D6">
      <w:pPr>
        <w:ind w:left="937" w:firstLine="84"/>
        <w:rPr>
          <w:noProof/>
          <w:color w:val="000000" w:themeColor="text1"/>
        </w:rPr>
      </w:pPr>
      <w:r w:rsidRPr="000F16D6">
        <w:rPr>
          <w:noProof/>
          <w:color w:val="000000" w:themeColor="text1"/>
        </w:rPr>
        <w:t>D</w:t>
      </w:r>
      <w:r w:rsidR="00FE1CF2" w:rsidRPr="000F16D6">
        <w:rPr>
          <w:noProof/>
          <w:color w:val="000000" w:themeColor="text1"/>
        </w:rPr>
        <w:t>odávka</w:t>
      </w:r>
      <w:r w:rsidRPr="000F16D6">
        <w:rPr>
          <w:noProof/>
          <w:color w:val="000000" w:themeColor="text1"/>
        </w:rPr>
        <w:t xml:space="preserve"> mobilního pódia.</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1DC0A72B" w:rsidR="00FE1CF2" w:rsidRPr="000F16D6" w:rsidRDefault="000F16D6" w:rsidP="004E7289">
      <w:pPr>
        <w:pStyle w:val="Odstavecseseznamem"/>
        <w:numPr>
          <w:ilvl w:val="1"/>
          <w:numId w:val="5"/>
        </w:numPr>
        <w:spacing w:before="120"/>
        <w:ind w:hanging="454"/>
        <w:rPr>
          <w:rFonts w:ascii="Verdana" w:eastAsia="Verdana" w:hAnsi="Verdana" w:cs="Times New Roman"/>
          <w:noProof/>
        </w:rPr>
      </w:pPr>
      <w:r w:rsidRPr="000F16D6">
        <w:rPr>
          <w:rFonts w:ascii="Verdana" w:eastAsia="Verdana" w:hAnsi="Verdana" w:cs="Times New Roman"/>
          <w:noProof/>
        </w:rPr>
        <w:t>Dodávka bude uskutečněna do objektu OŘ Praha na adrese Partyzánská 24, 170 00 Praha 7.</w:t>
      </w:r>
    </w:p>
    <w:p w14:paraId="5F22C61F" w14:textId="77777777" w:rsidR="00DA3796" w:rsidRPr="00DA3796" w:rsidRDefault="00DA3796" w:rsidP="00DA3796">
      <w:pPr>
        <w:pStyle w:val="Odstavecseseznamem"/>
        <w:rPr>
          <w:rFonts w:ascii="Verdana" w:eastAsia="Verdana" w:hAnsi="Verdana" w:cs="Times New Roman"/>
          <w:noProof/>
        </w:rPr>
      </w:pPr>
    </w:p>
    <w:p w14:paraId="2186827B" w14:textId="77777777" w:rsidR="00DA3796" w:rsidRDefault="00DA3796" w:rsidP="00DA3796">
      <w:pPr>
        <w:pStyle w:val="Odstavecseseznamem"/>
        <w:spacing w:before="120"/>
        <w:ind w:left="1021"/>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092BCD00"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w:t>
      </w:r>
      <w:r w:rsidR="000F16D6">
        <w:rPr>
          <w:noProof/>
        </w:rPr>
        <w:t xml:space="preserve"> </w:t>
      </w:r>
      <w:r w:rsidR="000F16D6" w:rsidRPr="00A36C4E">
        <w:rPr>
          <w:noProof/>
        </w:rPr>
        <w:t>dubna</w:t>
      </w:r>
      <w:r w:rsidRPr="00A36C4E">
        <w:rPr>
          <w:b/>
          <w:noProof/>
        </w:rPr>
        <w:t xml:space="preserve"> 202</w:t>
      </w:r>
      <w:r w:rsidR="000F16D6" w:rsidRPr="00A36C4E">
        <w:rPr>
          <w:b/>
          <w:noProof/>
        </w:rPr>
        <w:t>3</w:t>
      </w:r>
      <w:r w:rsidRPr="00A36C4E">
        <w:rPr>
          <w:b/>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63898F33" w14:textId="71642FBD" w:rsidR="004451FE" w:rsidRPr="00792E3A" w:rsidRDefault="004451FE" w:rsidP="00792E3A">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za </w:t>
      </w:r>
      <w:r w:rsidR="000F16D6">
        <w:rPr>
          <w:highlight w:val="yellow"/>
        </w:rPr>
        <w:t>mobilní pódium</w:t>
      </w:r>
      <w:r w:rsidRPr="0054630A">
        <w:rPr>
          <w:highlight w:val="yellow"/>
        </w:rPr>
        <w:t xml:space="preserve"> bez </w:t>
      </w:r>
      <w:proofErr w:type="gramStart"/>
      <w:r w:rsidR="00792E3A" w:rsidRPr="0054630A">
        <w:rPr>
          <w:highlight w:val="yellow"/>
        </w:rPr>
        <w:t xml:space="preserve">DPH:  </w:t>
      </w:r>
      <w:r w:rsidRPr="0054630A">
        <w:rPr>
          <w:highlight w:val="yellow"/>
        </w:rPr>
        <w:t xml:space="preserve"> </w:t>
      </w:r>
      <w:proofErr w:type="gramEnd"/>
      <w:r w:rsidRPr="0054630A">
        <w:rPr>
          <w:highlight w:val="yellow"/>
        </w:rPr>
        <w:t xml:space="preserve">         </w:t>
      </w:r>
      <w:r w:rsidRPr="0054630A">
        <w:rPr>
          <w:highlight w:val="yellow"/>
        </w:rPr>
        <w:tab/>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w:t>
      </w:r>
      <w:proofErr w:type="gramStart"/>
      <w:r>
        <w:rPr>
          <w:highlight w:val="yellow"/>
        </w:rPr>
        <w:t>21%</w:t>
      </w:r>
      <w:proofErr w:type="gramEnd"/>
      <w:r w:rsidRPr="0054630A">
        <w:rPr>
          <w:highlight w:val="yellow"/>
        </w:rPr>
        <w:t>:</w:t>
      </w:r>
      <w:r w:rsidRPr="0054630A">
        <w:rPr>
          <w:highlight w:val="yellow"/>
        </w:rPr>
        <w:tab/>
        <w:t>Kč</w:t>
      </w:r>
    </w:p>
    <w:p w14:paraId="66A648D9" w14:textId="6A598EA7" w:rsidR="004451FE" w:rsidRPr="00D47B38" w:rsidRDefault="004451FE" w:rsidP="007402F5">
      <w:pPr>
        <w:pStyle w:val="Odstavecseseznamem"/>
        <w:tabs>
          <w:tab w:val="left" w:pos="5670"/>
        </w:tabs>
        <w:spacing w:before="120" w:after="0"/>
        <w:ind w:left="1004"/>
        <w:contextualSpacing w:val="0"/>
        <w:rPr>
          <w:highlight w:val="yellow"/>
        </w:rPr>
      </w:pPr>
      <w:r>
        <w:rPr>
          <w:highlight w:val="yellow"/>
        </w:rPr>
        <w:t xml:space="preserve">Celková </w:t>
      </w:r>
      <w:r w:rsidRPr="00D47B38">
        <w:rPr>
          <w:highlight w:val="yellow"/>
        </w:rPr>
        <w:t>c</w:t>
      </w:r>
      <w:r w:rsidR="0012326F">
        <w:rPr>
          <w:highlight w:val="yellow"/>
        </w:rPr>
        <w:t xml:space="preserve">ena za </w:t>
      </w:r>
      <w:r w:rsidR="00792E3A">
        <w:rPr>
          <w:highlight w:val="yellow"/>
        </w:rPr>
        <w:t>mobilní pódium</w:t>
      </w:r>
      <w:r w:rsidRPr="00D47B38">
        <w:rPr>
          <w:highlight w:val="yellow"/>
        </w:rPr>
        <w:t xml:space="preserve"> včetně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42EA8A40"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0012326F">
        <w:rPr>
          <w:highlight w:val="yellow"/>
        </w:rPr>
        <w:t xml:space="preserve">za </w:t>
      </w:r>
      <w:r w:rsidR="00792E3A">
        <w:rPr>
          <w:highlight w:val="yellow"/>
        </w:rPr>
        <w:t>mobilní pódium</w:t>
      </w:r>
      <w:r w:rsidR="005073B1">
        <w:rPr>
          <w:highlight w:val="yellow"/>
        </w:rPr>
        <w:t xml:space="preserve"> </w:t>
      </w:r>
      <w:r w:rsidRPr="00380C61">
        <w:rPr>
          <w:b/>
          <w:highlight w:val="yellow"/>
        </w:rPr>
        <w:t xml:space="preserve">bez DPH </w:t>
      </w:r>
      <w:proofErr w:type="gramStart"/>
      <w:r w:rsidRPr="00380C61">
        <w:rPr>
          <w:b/>
          <w:highlight w:val="yellow"/>
        </w:rPr>
        <w:t>slovy</w:t>
      </w:r>
      <w:r w:rsidRPr="0054630A">
        <w:rPr>
          <w:highlight w:val="yellow"/>
        </w:rPr>
        <w:t xml:space="preserve">:  </w:t>
      </w:r>
      <w:r w:rsidRPr="0054630A">
        <w:rPr>
          <w:highlight w:val="yellow"/>
        </w:rPr>
        <w:tab/>
      </w:r>
      <w:proofErr w:type="gramEnd"/>
      <w:r w:rsidRPr="0054630A">
        <w:rPr>
          <w:highlight w:val="yellow"/>
        </w:rPr>
        <w:t>Kč</w:t>
      </w:r>
    </w:p>
    <w:p w14:paraId="6459B5A5" w14:textId="28CEF3AA" w:rsidR="00380C61" w:rsidRDefault="0054209E" w:rsidP="002861D8">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7B581F"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792E3A" w:rsidRDefault="00943057" w:rsidP="00373009">
      <w:pPr>
        <w:pStyle w:val="Odstavecseseznamem"/>
        <w:numPr>
          <w:ilvl w:val="1"/>
          <w:numId w:val="5"/>
        </w:numPr>
        <w:ind w:left="1078" w:hanging="454"/>
        <w:contextualSpacing w:val="0"/>
        <w:rPr>
          <w:noProof/>
        </w:rPr>
      </w:pPr>
      <w:r w:rsidRPr="00792E3A">
        <w:rPr>
          <w:noProof/>
        </w:rPr>
        <w:t xml:space="preserve">Prodávající dodá zboží v souladu se všeobecnými závaznými předpisy, technickými normami a v souladu podmínkami této smlouvy;  předloží veškeré certifikáty o </w:t>
      </w:r>
      <w:r w:rsidRPr="00792E3A">
        <w:rPr>
          <w:noProof/>
        </w:rPr>
        <w:lastRenderedPageBreak/>
        <w:t xml:space="preserve">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w:t>
      </w:r>
      <w:r w:rsidRPr="00792E3A">
        <w:rPr>
          <w:noProof/>
        </w:rPr>
        <w:t xml:space="preserve">záruční dobu </w:t>
      </w:r>
      <w:r w:rsidRPr="00792E3A">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lastRenderedPageBreak/>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0794C7AB" w:rsidR="00943057" w:rsidRPr="00792E3A" w:rsidRDefault="00943057" w:rsidP="00943057">
      <w:pPr>
        <w:pStyle w:val="Odstavecseseznamem"/>
        <w:spacing w:after="120"/>
        <w:ind w:left="1077"/>
        <w:contextualSpacing w:val="0"/>
        <w:rPr>
          <w:b/>
          <w:noProof/>
        </w:rPr>
      </w:pPr>
      <w:r w:rsidRPr="00792E3A">
        <w:rPr>
          <w:b/>
          <w:noProof/>
        </w:rPr>
        <w:t xml:space="preserve">- </w:t>
      </w:r>
      <w:r w:rsidR="00792E3A" w:rsidRPr="00792E3A">
        <w:rPr>
          <w:b/>
          <w:noProof/>
        </w:rPr>
        <w:t>Krejbychová Terezie, DiS.</w:t>
      </w:r>
      <w:r w:rsidR="007C5932" w:rsidRPr="00792E3A">
        <w:rPr>
          <w:b/>
          <w:noProof/>
        </w:rPr>
        <w:t xml:space="preserve">, tel.: </w:t>
      </w:r>
      <w:r w:rsidR="00792E3A" w:rsidRPr="00792E3A">
        <w:rPr>
          <w:b/>
          <w:noProof/>
        </w:rPr>
        <w:t>+420 724 878 363</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6C02CE59"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w:t>
      </w:r>
      <w:r w:rsidRPr="00110ED7">
        <w:rPr>
          <w:rFonts w:ascii="Verdana" w:eastAsia="Verdana" w:hAnsi="Verdana" w:cs="Times New Roman"/>
          <w:noProof/>
        </w:rPr>
        <w:lastRenderedPageBreak/>
        <w:t>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2808860D"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w:t>
      </w:r>
      <w:r w:rsidR="00AD092D">
        <w:rPr>
          <w:noProof/>
        </w:rPr>
        <w:t>.</w:t>
      </w:r>
    </w:p>
    <w:p w14:paraId="501E5C91" w14:textId="5C4C435D"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002AF773"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bookmarkStart w:id="0" w:name="_GoBack"/>
      <w:bookmarkEnd w:id="0"/>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lastRenderedPageBreak/>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63C6F3D5" w:rsidR="0054209E"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w:t>
      </w:r>
      <w:r w:rsidRPr="00792E3A">
        <w:rPr>
          <w:noProof/>
        </w:rPr>
        <w:t>ve výši 1</w:t>
      </w:r>
      <w:r w:rsidR="00792E3A" w:rsidRPr="00792E3A">
        <w:rPr>
          <w:noProof/>
        </w:rPr>
        <w:t>0</w:t>
      </w:r>
      <w:r w:rsidRPr="00792E3A">
        <w:rPr>
          <w:noProof/>
        </w:rPr>
        <w:t>% z celkové smluvní ceny za</w:t>
      </w:r>
      <w:r w:rsidRPr="007B581F">
        <w:rPr>
          <w:noProof/>
        </w:rPr>
        <w:t xml:space="preserve"> každého takového </w:t>
      </w:r>
      <w:r>
        <w:rPr>
          <w:noProof/>
        </w:rPr>
        <w:t>poddod</w:t>
      </w:r>
      <w:r w:rsidRPr="007B581F">
        <w:rPr>
          <w:noProof/>
        </w:rPr>
        <w:t>avatele.</w:t>
      </w:r>
    </w:p>
    <w:p w14:paraId="4961681F" w14:textId="200EF8D4" w:rsidR="00E87E3F" w:rsidRDefault="00E87E3F" w:rsidP="00E87E3F">
      <w:pPr>
        <w:pStyle w:val="Odstavecseseznamem"/>
        <w:numPr>
          <w:ilvl w:val="1"/>
          <w:numId w:val="5"/>
        </w:numPr>
        <w:rPr>
          <w:noProof/>
        </w:rPr>
      </w:pPr>
      <w:r>
        <w:rPr>
          <w:noProof/>
        </w:rPr>
        <w:t>V případě, že prodávající nesplní svoji povinnost stanovenou Smlouvou udržovat po</w:t>
      </w:r>
    </w:p>
    <w:p w14:paraId="38E443E1" w14:textId="45A5A34D" w:rsidR="00E87E3F" w:rsidRDefault="00E87E3F" w:rsidP="00E87E3F">
      <w:pPr>
        <w:pStyle w:val="Odstavecseseznamem"/>
        <w:ind w:left="1021"/>
        <w:rPr>
          <w:noProof/>
        </w:rPr>
      </w:pPr>
      <w:r>
        <w:rPr>
          <w:noProof/>
        </w:rPr>
        <w:t>celou dobu provádění Díla v platnosti kupujícím vyžadované pojistné smlouvy</w:t>
      </w:r>
    </w:p>
    <w:p w14:paraId="280CE7AE" w14:textId="6827D342" w:rsidR="00E87E3F" w:rsidRDefault="00E87E3F" w:rsidP="00E87E3F">
      <w:pPr>
        <w:pStyle w:val="Odstavecseseznamem"/>
        <w:ind w:left="1021"/>
        <w:rPr>
          <w:noProof/>
        </w:rPr>
      </w:pPr>
      <w:r>
        <w:rPr>
          <w:noProof/>
        </w:rPr>
        <w:t>anebo nepředloží kupujícímu k prokázání splnění této své povinnosti stanovené</w:t>
      </w:r>
    </w:p>
    <w:p w14:paraId="1220C8FE" w14:textId="3BD8C89F" w:rsidR="00E87E3F" w:rsidRDefault="00E87E3F" w:rsidP="00E87E3F">
      <w:pPr>
        <w:pStyle w:val="Odstavecseseznamem"/>
        <w:ind w:left="1021"/>
        <w:rPr>
          <w:noProof/>
        </w:rPr>
      </w:pPr>
      <w:r>
        <w:rPr>
          <w:noProof/>
        </w:rPr>
        <w:t>doklady, je prodávající povinen uhradit kupujícímu smluvní pokutu ve výši 0,02%</w:t>
      </w:r>
    </w:p>
    <w:p w14:paraId="2E89A40F" w14:textId="6503129B" w:rsidR="00E87E3F" w:rsidRDefault="00E87E3F" w:rsidP="00E87E3F">
      <w:pPr>
        <w:pStyle w:val="Odstavecseseznamem"/>
        <w:ind w:left="1021"/>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177252E1" w:rsidR="005C1599" w:rsidRDefault="005C1599" w:rsidP="006510C5">
      <w:pPr>
        <w:pStyle w:val="Odstavecseseznamem"/>
        <w:numPr>
          <w:ilvl w:val="0"/>
          <w:numId w:val="8"/>
        </w:numPr>
        <w:ind w:left="709" w:hanging="709"/>
        <w:rPr>
          <w:b/>
          <w:noProof/>
          <w:sz w:val="24"/>
          <w:szCs w:val="24"/>
        </w:rPr>
      </w:pPr>
      <w:r>
        <w:rPr>
          <w:b/>
          <w:noProof/>
          <w:sz w:val="24"/>
          <w:szCs w:val="24"/>
        </w:rPr>
        <w:t>Stř</w:t>
      </w:r>
      <w:r w:rsidR="00EE77E4">
        <w:rPr>
          <w:b/>
          <w:noProof/>
          <w:sz w:val="24"/>
          <w:szCs w:val="24"/>
        </w:rPr>
        <w:t>et zájmů, povinnosti prodávajícího</w:t>
      </w:r>
      <w:r>
        <w:rPr>
          <w:b/>
          <w:noProof/>
          <w:sz w:val="24"/>
          <w:szCs w:val="24"/>
        </w:rPr>
        <w:t xml:space="preserve"> v souvisloti s konfliktem na Ukrajině</w:t>
      </w:r>
    </w:p>
    <w:p w14:paraId="55E2EC22" w14:textId="56781630" w:rsidR="005C1599" w:rsidRDefault="006510C5" w:rsidP="006510C5">
      <w:pPr>
        <w:pStyle w:val="slovanseznam2"/>
        <w:numPr>
          <w:ilvl w:val="1"/>
          <w:numId w:val="8"/>
        </w:numPr>
        <w:spacing w:before="120" w:after="120"/>
      </w:pPr>
      <w:r>
        <w:rPr>
          <w:rFonts w:eastAsia="Calibri"/>
        </w:rPr>
        <w:t>Prodávající</w:t>
      </w:r>
      <w:r w:rsidR="005C1599" w:rsidRPr="0073792E">
        <w:t xml:space="preserve"> prohlašuje, že není obchodní společností, ve které ve</w:t>
      </w:r>
      <w:r w:rsidR="005C1599">
        <w:t xml:space="preserve">řejný funkcionář uvedený v </w:t>
      </w:r>
      <w:proofErr w:type="spellStart"/>
      <w:r w:rsidR="005C1599">
        <w:t>ust</w:t>
      </w:r>
      <w:proofErr w:type="spellEnd"/>
      <w:r w:rsidR="005C1599">
        <w:t>.</w:t>
      </w:r>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6CA59251" w14:textId="77777777" w:rsidR="006510C5" w:rsidRDefault="006510C5" w:rsidP="006510C5">
      <w:pPr>
        <w:pStyle w:val="slovanseznam2"/>
        <w:numPr>
          <w:ilvl w:val="0"/>
          <w:numId w:val="0"/>
        </w:numPr>
        <w:spacing w:before="120" w:after="120"/>
        <w:ind w:left="1044"/>
      </w:pPr>
    </w:p>
    <w:p w14:paraId="2D70CF0C" w14:textId="7AE8658E" w:rsidR="005C1599" w:rsidRPr="0029677D" w:rsidRDefault="006510C5" w:rsidP="006510C5">
      <w:pPr>
        <w:pStyle w:val="slovanseznam2"/>
        <w:numPr>
          <w:ilvl w:val="1"/>
          <w:numId w:val="8"/>
        </w:numPr>
        <w:spacing w:before="120" w:after="120"/>
      </w:pPr>
      <w:r>
        <w:t>Prodávající</w:t>
      </w:r>
      <w:r w:rsidR="005C1599" w:rsidRPr="0029677D">
        <w:t xml:space="preserve"> prohlašuje, že on, ani žádný z jeho poddodavatelů nebo jiných osob, jejichž způsobilost byla využita ve smyslu evropských směrnic o zadávání veřejných zakázek, nejsou osobami:</w:t>
      </w:r>
    </w:p>
    <w:p w14:paraId="5BC3D7A0" w14:textId="77777777" w:rsidR="005C1599" w:rsidRPr="0029677D" w:rsidRDefault="005C1599" w:rsidP="005C1599">
      <w:pPr>
        <w:pStyle w:val="slovanseznam3"/>
        <w:numPr>
          <w:ilvl w:val="2"/>
          <w:numId w:val="8"/>
        </w:numPr>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7DF4ACD" w14:textId="1A5E9BED" w:rsidR="005C1599" w:rsidRDefault="006510C5" w:rsidP="006510C5">
      <w:pPr>
        <w:pStyle w:val="slovanseznam2"/>
        <w:numPr>
          <w:ilvl w:val="1"/>
          <w:numId w:val="8"/>
        </w:numPr>
        <w:spacing w:before="120" w:after="120"/>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19B0A405" w:rsidR="005C1599" w:rsidRDefault="00063457" w:rsidP="006510C5">
      <w:pPr>
        <w:pStyle w:val="slovanseznam2"/>
        <w:numPr>
          <w:ilvl w:val="1"/>
          <w:numId w:val="8"/>
        </w:numPr>
        <w:spacing w:before="120" w:after="120"/>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5C1599">
      <w:pPr>
        <w:pStyle w:val="slovanseznam2"/>
        <w:numPr>
          <w:ilvl w:val="1"/>
          <w:numId w:val="8"/>
        </w:numPr>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414A4A21" w:rsidR="005C1599" w:rsidRDefault="00063457" w:rsidP="005C1599">
      <w:pPr>
        <w:pStyle w:val="slovanseznam2"/>
        <w:numPr>
          <w:ilvl w:val="1"/>
          <w:numId w:val="8"/>
        </w:numPr>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orgánům s nimi spojeným uvedeným v Sankčních seznamech, nebo v jejich prospěch.</w:t>
      </w:r>
    </w:p>
    <w:p w14:paraId="56F4307F" w14:textId="77777777" w:rsidR="005C1599" w:rsidRPr="0029677D" w:rsidRDefault="005C1599" w:rsidP="005C1599">
      <w:pPr>
        <w:pStyle w:val="slovanseznam2"/>
        <w:numPr>
          <w:ilvl w:val="0"/>
          <w:numId w:val="0"/>
        </w:numPr>
      </w:pPr>
    </w:p>
    <w:p w14:paraId="70F56F92" w14:textId="438BA910" w:rsidR="005C1599" w:rsidRPr="0029677D" w:rsidRDefault="005C1599" w:rsidP="005C1599">
      <w:pPr>
        <w:pStyle w:val="slovanseznam2"/>
        <w:numPr>
          <w:ilvl w:val="1"/>
          <w:numId w:val="8"/>
        </w:numPr>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r w:rsidR="00063457">
        <w:t>10</w:t>
      </w:r>
      <w:r w:rsidRPr="0029677D">
        <w:t xml:space="preserve">.4. nebo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w:t>
      </w:r>
      <w:r w:rsidRPr="00792E3A">
        <w:t xml:space="preserve">okutu ve výši </w:t>
      </w:r>
      <w:r w:rsidR="00792E3A" w:rsidRPr="00792E3A">
        <w:t>10</w:t>
      </w:r>
      <w:r w:rsidRPr="00792E3A">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B156BF6" w14:textId="77777777" w:rsidR="005C1599" w:rsidRDefault="005C1599" w:rsidP="005C1599">
      <w:pPr>
        <w:pStyle w:val="Odstavecseseznamem"/>
        <w:ind w:left="42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 xml:space="preserve">byl uveden v nabídce </w:t>
      </w:r>
      <w:r>
        <w:lastRenderedPageBreak/>
        <w:t>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1C3D0274" w14:textId="6158407D" w:rsidR="00BA4D98" w:rsidRPr="00792E3A" w:rsidRDefault="00BA4D98" w:rsidP="00BA4D98">
      <w:pPr>
        <w:pStyle w:val="Odstavecseseznamem"/>
        <w:numPr>
          <w:ilvl w:val="1"/>
          <w:numId w:val="8"/>
        </w:numPr>
        <w:ind w:left="1134" w:hanging="510"/>
        <w:rPr>
          <w:noProof/>
        </w:rPr>
      </w:pPr>
      <w:r w:rsidRPr="00792E3A">
        <w:rPr>
          <w:noProof/>
        </w:rPr>
        <w:t>Prodávající je povinen do pěti (5) dnů ode dne nabytí účinnosti Smlouvy předložit kupujícímu pojištění uvedená v příloze č. 6 Smlouvy a tato bude udržovat v platnosti po celou dobu trvání Smlouvy a na výzvu kupujícího kdykoli prokáže kupujícímu existenci pojištění uvedeného v příloze č. 6 Smlouvy doložením příslušných smluv či písemných potvrzení.</w:t>
      </w:r>
    </w:p>
    <w:p w14:paraId="647CDB20" w14:textId="14867EF2"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00C75CE5"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10E7276F" w:rsidR="007402F5" w:rsidRPr="007402F5" w:rsidRDefault="00EE77E4" w:rsidP="007402F5">
      <w:pPr>
        <w:pStyle w:val="Odstavecseseznamem"/>
        <w:numPr>
          <w:ilvl w:val="1"/>
          <w:numId w:val="8"/>
        </w:numPr>
        <w:spacing w:before="120" w:after="0"/>
        <w:ind w:left="1134" w:hanging="510"/>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1CDB3762" w:rsidR="00DE3829" w:rsidRPr="001F274F"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689B7D72" w:rsidR="007063C7" w:rsidRPr="00792E3A"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792E3A">
        <w:rPr>
          <w:rFonts w:asciiTheme="minorHAnsi" w:hAnsiTheme="minorHAnsi" w:cs="Times New Roman"/>
          <w:sz w:val="18"/>
          <w:szCs w:val="18"/>
        </w:rPr>
        <w:t>Příloha č. 1:</w:t>
      </w:r>
      <w:r w:rsidRPr="00792E3A">
        <w:rPr>
          <w:rFonts w:asciiTheme="minorHAnsi" w:hAnsiTheme="minorHAnsi" w:cs="Times New Roman"/>
          <w:sz w:val="18"/>
          <w:szCs w:val="18"/>
        </w:rPr>
        <w:tab/>
        <w:t xml:space="preserve">Ceník </w:t>
      </w:r>
    </w:p>
    <w:p w14:paraId="0A1344C7" w14:textId="77777777" w:rsidR="007063C7" w:rsidRPr="00792E3A" w:rsidRDefault="007063C7" w:rsidP="007063C7">
      <w:pPr>
        <w:pStyle w:val="BodyText31"/>
        <w:tabs>
          <w:tab w:val="clear" w:pos="2268"/>
          <w:tab w:val="clear" w:pos="4536"/>
        </w:tabs>
        <w:ind w:left="420"/>
        <w:jc w:val="left"/>
        <w:rPr>
          <w:rFonts w:asciiTheme="minorHAnsi" w:hAnsiTheme="minorHAnsi"/>
          <w:sz w:val="18"/>
          <w:szCs w:val="18"/>
        </w:rPr>
      </w:pPr>
      <w:r w:rsidRPr="00792E3A">
        <w:rPr>
          <w:rFonts w:asciiTheme="minorHAnsi" w:hAnsiTheme="minorHAnsi" w:cs="Times New Roman"/>
          <w:sz w:val="18"/>
          <w:szCs w:val="18"/>
        </w:rPr>
        <w:t>Příloha č. 2:</w:t>
      </w:r>
      <w:r w:rsidRPr="00792E3A">
        <w:rPr>
          <w:rFonts w:asciiTheme="minorHAnsi" w:hAnsiTheme="minorHAnsi" w:cs="Times New Roman"/>
          <w:sz w:val="18"/>
          <w:szCs w:val="18"/>
        </w:rPr>
        <w:tab/>
      </w:r>
      <w:r w:rsidRPr="00792E3A">
        <w:rPr>
          <w:rFonts w:asciiTheme="minorHAnsi" w:hAnsiTheme="minorHAnsi"/>
          <w:sz w:val="18"/>
          <w:szCs w:val="18"/>
        </w:rPr>
        <w:t>Oprávněné osoby</w:t>
      </w:r>
      <w:r w:rsidRPr="00792E3A" w:rsidDel="000710A8">
        <w:rPr>
          <w:rFonts w:asciiTheme="minorHAnsi" w:hAnsiTheme="minorHAnsi"/>
          <w:sz w:val="18"/>
          <w:szCs w:val="18"/>
        </w:rPr>
        <w:t xml:space="preserve"> </w:t>
      </w:r>
    </w:p>
    <w:p w14:paraId="26E5D54B" w14:textId="2AEEC1FE" w:rsidR="007063C7" w:rsidRPr="00792E3A" w:rsidRDefault="001A64D1" w:rsidP="007063C7">
      <w:pPr>
        <w:pStyle w:val="BodyText31"/>
        <w:tabs>
          <w:tab w:val="clear" w:pos="2268"/>
          <w:tab w:val="clear" w:pos="4536"/>
        </w:tabs>
        <w:ind w:left="420"/>
        <w:jc w:val="left"/>
        <w:rPr>
          <w:rFonts w:asciiTheme="minorHAnsi" w:hAnsiTheme="minorHAnsi"/>
          <w:sz w:val="18"/>
          <w:szCs w:val="18"/>
        </w:rPr>
      </w:pPr>
      <w:r w:rsidRPr="00792E3A">
        <w:rPr>
          <w:rFonts w:asciiTheme="minorHAnsi" w:hAnsiTheme="minorHAnsi" w:cs="Times New Roman"/>
          <w:sz w:val="18"/>
          <w:szCs w:val="18"/>
        </w:rPr>
        <w:t>Příloha č. 3</w:t>
      </w:r>
      <w:r w:rsidR="007063C7" w:rsidRPr="00792E3A">
        <w:rPr>
          <w:rFonts w:asciiTheme="minorHAnsi" w:hAnsiTheme="minorHAnsi" w:cs="Times New Roman"/>
          <w:sz w:val="18"/>
          <w:szCs w:val="18"/>
        </w:rPr>
        <w:t>:</w:t>
      </w:r>
      <w:r w:rsidR="007063C7" w:rsidRPr="00792E3A">
        <w:rPr>
          <w:rFonts w:asciiTheme="minorHAnsi" w:hAnsiTheme="minorHAnsi" w:cs="Times New Roman"/>
          <w:sz w:val="18"/>
          <w:szCs w:val="18"/>
        </w:rPr>
        <w:tab/>
      </w:r>
      <w:r w:rsidR="007063C7" w:rsidRPr="00792E3A">
        <w:rPr>
          <w:rFonts w:asciiTheme="minorHAnsi" w:hAnsiTheme="minorHAnsi"/>
          <w:sz w:val="18"/>
          <w:szCs w:val="18"/>
        </w:rPr>
        <w:t>Seznam poddodavatelů</w:t>
      </w:r>
      <w:r w:rsidR="007063C7" w:rsidRPr="00792E3A" w:rsidDel="000710A8">
        <w:rPr>
          <w:rFonts w:asciiTheme="minorHAnsi" w:hAnsiTheme="minorHAnsi"/>
          <w:sz w:val="18"/>
          <w:szCs w:val="18"/>
        </w:rPr>
        <w:t xml:space="preserve"> </w:t>
      </w:r>
    </w:p>
    <w:p w14:paraId="2494FEDF" w14:textId="05565C9C" w:rsidR="007402F5" w:rsidRPr="00792E3A" w:rsidRDefault="007402F5" w:rsidP="007063C7">
      <w:pPr>
        <w:pStyle w:val="BodyText31"/>
        <w:tabs>
          <w:tab w:val="clear" w:pos="2268"/>
          <w:tab w:val="clear" w:pos="4536"/>
        </w:tabs>
        <w:ind w:left="420"/>
        <w:jc w:val="left"/>
        <w:rPr>
          <w:rFonts w:asciiTheme="minorHAnsi" w:hAnsiTheme="minorHAnsi"/>
          <w:sz w:val="18"/>
          <w:szCs w:val="18"/>
        </w:rPr>
      </w:pPr>
      <w:r w:rsidRPr="00792E3A">
        <w:rPr>
          <w:rFonts w:asciiTheme="minorHAnsi" w:hAnsiTheme="minorHAnsi"/>
          <w:sz w:val="18"/>
          <w:szCs w:val="18"/>
        </w:rPr>
        <w:t>Příloha č. 4:</w:t>
      </w:r>
      <w:r w:rsidRPr="00792E3A">
        <w:rPr>
          <w:rFonts w:asciiTheme="minorHAnsi" w:hAnsiTheme="minorHAnsi"/>
          <w:sz w:val="18"/>
          <w:szCs w:val="18"/>
        </w:rPr>
        <w:tab/>
        <w:t>Opatření pro postup v případě anonymního oznámení o NVS</w:t>
      </w:r>
    </w:p>
    <w:p w14:paraId="5D2B82D8" w14:textId="0A62F67E" w:rsidR="00D50B02" w:rsidRPr="00792E3A" w:rsidRDefault="00D50B02" w:rsidP="007063C7">
      <w:pPr>
        <w:pStyle w:val="BodyText31"/>
        <w:tabs>
          <w:tab w:val="clear" w:pos="2268"/>
          <w:tab w:val="clear" w:pos="4536"/>
        </w:tabs>
        <w:ind w:left="420"/>
        <w:jc w:val="left"/>
        <w:rPr>
          <w:rFonts w:asciiTheme="minorHAnsi" w:hAnsiTheme="minorHAnsi"/>
          <w:sz w:val="18"/>
          <w:szCs w:val="18"/>
        </w:rPr>
      </w:pPr>
      <w:r w:rsidRPr="00792E3A">
        <w:rPr>
          <w:rFonts w:asciiTheme="minorHAnsi" w:hAnsiTheme="minorHAnsi"/>
          <w:sz w:val="18"/>
          <w:szCs w:val="18"/>
        </w:rPr>
        <w:t>Příloha č. 5:</w:t>
      </w:r>
      <w:r w:rsidRPr="00792E3A">
        <w:rPr>
          <w:rFonts w:asciiTheme="minorHAnsi" w:hAnsiTheme="minorHAnsi"/>
          <w:sz w:val="18"/>
          <w:szCs w:val="18"/>
        </w:rPr>
        <w:tab/>
        <w:t>Analýza nebezpečí a hodnocení rizik</w:t>
      </w:r>
    </w:p>
    <w:p w14:paraId="1196FE57" w14:textId="30287BFF" w:rsidR="00BA4D98" w:rsidRPr="00792E3A" w:rsidRDefault="00BA4D98" w:rsidP="007063C7">
      <w:pPr>
        <w:pStyle w:val="BodyText31"/>
        <w:tabs>
          <w:tab w:val="clear" w:pos="2268"/>
          <w:tab w:val="clear" w:pos="4536"/>
        </w:tabs>
        <w:ind w:left="420"/>
        <w:jc w:val="left"/>
        <w:rPr>
          <w:rFonts w:asciiTheme="minorHAnsi" w:hAnsiTheme="minorHAnsi"/>
          <w:sz w:val="18"/>
          <w:szCs w:val="18"/>
        </w:rPr>
      </w:pPr>
      <w:r w:rsidRPr="00792E3A">
        <w:rPr>
          <w:rFonts w:asciiTheme="minorHAnsi" w:hAnsiTheme="minorHAnsi"/>
          <w:sz w:val="18"/>
          <w:szCs w:val="18"/>
        </w:rPr>
        <w:t>Příloha č. 6:</w:t>
      </w:r>
      <w:r w:rsidRPr="00792E3A">
        <w:rPr>
          <w:rFonts w:asciiTheme="minorHAnsi" w:hAnsiTheme="minorHAnsi"/>
          <w:sz w:val="18"/>
          <w:szCs w:val="18"/>
        </w:rPr>
        <w:tab/>
        <w:t>Seznam požadovaných pojištění</w:t>
      </w:r>
    </w:p>
    <w:p w14:paraId="1C29A999" w14:textId="6D96F706" w:rsidR="00792E3A" w:rsidRPr="004C663A" w:rsidRDefault="00792E3A" w:rsidP="007063C7">
      <w:pPr>
        <w:pStyle w:val="BodyText31"/>
        <w:tabs>
          <w:tab w:val="clear" w:pos="2268"/>
          <w:tab w:val="clear" w:pos="4536"/>
        </w:tabs>
        <w:ind w:left="420"/>
        <w:jc w:val="left"/>
        <w:rPr>
          <w:rFonts w:asciiTheme="minorHAnsi" w:hAnsiTheme="minorHAnsi"/>
          <w:sz w:val="18"/>
          <w:szCs w:val="18"/>
        </w:rPr>
      </w:pPr>
      <w:r w:rsidRPr="00792E3A">
        <w:rPr>
          <w:rFonts w:asciiTheme="minorHAnsi" w:hAnsiTheme="minorHAnsi"/>
          <w:sz w:val="18"/>
          <w:szCs w:val="18"/>
        </w:rPr>
        <w:t>Příloha č. 7:</w:t>
      </w:r>
      <w:r w:rsidRPr="00792E3A">
        <w:rPr>
          <w:rFonts w:asciiTheme="minorHAnsi" w:hAnsiTheme="minorHAnsi"/>
          <w:sz w:val="18"/>
          <w:szCs w:val="18"/>
        </w:rPr>
        <w:tab/>
        <w:t>Technická specifikace</w:t>
      </w:r>
    </w:p>
    <w:p w14:paraId="372521B6" w14:textId="4B543F06" w:rsidR="008136F8" w:rsidRDefault="008136F8" w:rsidP="00380C61">
      <w:pPr>
        <w:tabs>
          <w:tab w:val="left" w:pos="5103"/>
        </w:tabs>
        <w:spacing w:before="240"/>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5A1B9910" w14:textId="26668C5D" w:rsidR="00D50B02" w:rsidRDefault="0054209E" w:rsidP="002861D8">
      <w:pPr>
        <w:tabs>
          <w:tab w:val="left" w:pos="5103"/>
        </w:tabs>
      </w:pPr>
      <w:r w:rsidRPr="0019340A">
        <w:t>Oblastní ředitelství Praha</w:t>
      </w:r>
    </w:p>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0F1E893F" w:rsidR="00E76DC4" w:rsidRPr="00F95FBD" w:rsidRDefault="002861D8"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Terezie </w:t>
            </w:r>
            <w:proofErr w:type="spellStart"/>
            <w:r>
              <w:rPr>
                <w:sz w:val="18"/>
              </w:rPr>
              <w:t>Krejbychová</w:t>
            </w:r>
            <w:proofErr w:type="spellEnd"/>
            <w:r>
              <w:rPr>
                <w:sz w:val="18"/>
              </w:rPr>
              <w:t>, DiS.</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10C6F992" w:rsidR="00E76DC4" w:rsidRPr="00F95FBD" w:rsidRDefault="002861D8"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2861D8">
              <w:rPr>
                <w:sz w:val="18"/>
              </w:rPr>
              <w:t>Partyzánská 24, 170 00 Praha 7</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727F1741" w:rsidR="00E76DC4" w:rsidRPr="00F95FBD" w:rsidRDefault="002861D8"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Krechbychová@spravazeleznic.cz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1D2D3FFE" w:rsidR="00E76DC4" w:rsidRPr="00F95FBD" w:rsidRDefault="002861D8"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+420 724 878 363</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075DC659" w:rsidR="009A0FDE" w:rsidRPr="00A36C4E" w:rsidRDefault="009A0FDE" w:rsidP="008C15D7">
            <w:pPr>
              <w:pStyle w:val="Tabulka"/>
              <w:cnfStyle w:val="000000000000" w:firstRow="0" w:lastRow="0" w:firstColumn="0" w:lastColumn="0" w:oddVBand="0" w:evenVBand="0" w:oddHBand="0" w:evenHBand="0" w:firstRowFirstColumn="0" w:firstRowLastColumn="0" w:lastRowFirstColumn="0" w:lastRowLastColumn="0"/>
              <w:rPr>
                <w:sz w:val="18"/>
              </w:rPr>
            </w:pPr>
            <w:r w:rsidRPr="00A36C4E">
              <w:rPr>
                <w:rFonts w:eastAsia="Times New Roman" w:cs="Calibri"/>
                <w:sz w:val="18"/>
                <w:lang w:eastAsia="cs-CZ"/>
              </w:rPr>
              <w:t xml:space="preserve">Minimálně </w:t>
            </w:r>
            <w:r w:rsidR="00A36C4E" w:rsidRPr="00A36C4E">
              <w:rPr>
                <w:rFonts w:eastAsia="Times New Roman" w:cs="Calibri"/>
                <w:sz w:val="18"/>
                <w:lang w:eastAsia="cs-CZ"/>
              </w:rPr>
              <w:t>300</w:t>
            </w:r>
            <w:r w:rsidRPr="00A36C4E">
              <w:rPr>
                <w:rFonts w:eastAsia="Times New Roman" w:cs="Calibri"/>
                <w:color w:val="000000"/>
                <w:sz w:val="18"/>
                <w:lang w:eastAsia="cs-CZ"/>
              </w:rPr>
              <w:t xml:space="preserve"> </w:t>
            </w:r>
            <w:r w:rsidR="00A36C4E" w:rsidRPr="00A36C4E">
              <w:rPr>
                <w:rFonts w:eastAsia="Times New Roman" w:cs="Calibri"/>
                <w:color w:val="000000"/>
                <w:sz w:val="18"/>
                <w:lang w:eastAsia="cs-CZ"/>
              </w:rPr>
              <w:t>tis</w:t>
            </w:r>
            <w:r w:rsidRPr="00A36C4E">
              <w:rPr>
                <w:rFonts w:eastAsia="Times New Roman" w:cs="Calibri"/>
                <w:color w:val="000000"/>
                <w:sz w:val="18"/>
                <w:lang w:eastAsia="cs-CZ"/>
              </w:rPr>
              <w:t>. Kč</w:t>
            </w:r>
            <w:r w:rsidRPr="00A36C4E">
              <w:rPr>
                <w:rFonts w:eastAsia="Times New Roman" w:cs="Calibri"/>
                <w:sz w:val="18"/>
                <w:lang w:eastAsia="cs-CZ"/>
              </w:rPr>
              <w:t xml:space="preserve"> na jednu pojistnou událost a </w:t>
            </w:r>
            <w:r w:rsidR="00A36C4E" w:rsidRPr="00A36C4E">
              <w:rPr>
                <w:rFonts w:eastAsia="Times New Roman" w:cs="Calibri"/>
                <w:sz w:val="18"/>
                <w:lang w:eastAsia="cs-CZ"/>
              </w:rPr>
              <w:t>300</w:t>
            </w:r>
            <w:r w:rsidRPr="00A36C4E">
              <w:rPr>
                <w:rFonts w:eastAsia="Times New Roman" w:cs="Calibri"/>
                <w:sz w:val="18"/>
                <w:lang w:eastAsia="cs-CZ"/>
              </w:rPr>
              <w:t xml:space="preserve"> Kč v úhrnu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209B8B29"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7E4">
            <w:rPr>
              <w:rStyle w:val="slostrnky"/>
              <w:noProof/>
            </w:rPr>
            <w:t>10</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5EBDD220"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7E4">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DEB"/>
    <w:rsid w:val="00046E61"/>
    <w:rsid w:val="00063457"/>
    <w:rsid w:val="00067016"/>
    <w:rsid w:val="00072C1E"/>
    <w:rsid w:val="0007455F"/>
    <w:rsid w:val="0007749C"/>
    <w:rsid w:val="000B5886"/>
    <w:rsid w:val="000C1581"/>
    <w:rsid w:val="000E23A7"/>
    <w:rsid w:val="000F16D6"/>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320D1"/>
    <w:rsid w:val="00240FEF"/>
    <w:rsid w:val="002465D2"/>
    <w:rsid w:val="002471C0"/>
    <w:rsid w:val="002676A8"/>
    <w:rsid w:val="00280E07"/>
    <w:rsid w:val="00285336"/>
    <w:rsid w:val="002861D8"/>
    <w:rsid w:val="00292E25"/>
    <w:rsid w:val="0029755E"/>
    <w:rsid w:val="002C31BF"/>
    <w:rsid w:val="002D08B1"/>
    <w:rsid w:val="002D1090"/>
    <w:rsid w:val="002D35B8"/>
    <w:rsid w:val="002E0CD7"/>
    <w:rsid w:val="00337AA8"/>
    <w:rsid w:val="00341DCF"/>
    <w:rsid w:val="00352395"/>
    <w:rsid w:val="00357BC6"/>
    <w:rsid w:val="00361C61"/>
    <w:rsid w:val="0036685B"/>
    <w:rsid w:val="00373009"/>
    <w:rsid w:val="00380C61"/>
    <w:rsid w:val="003956C6"/>
    <w:rsid w:val="003A513B"/>
    <w:rsid w:val="003F3337"/>
    <w:rsid w:val="00406A64"/>
    <w:rsid w:val="00441430"/>
    <w:rsid w:val="004451FE"/>
    <w:rsid w:val="00450F07"/>
    <w:rsid w:val="00453CD3"/>
    <w:rsid w:val="00460339"/>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39AE"/>
    <w:rsid w:val="00557C28"/>
    <w:rsid w:val="00564D10"/>
    <w:rsid w:val="005673B9"/>
    <w:rsid w:val="005736B7"/>
    <w:rsid w:val="00575E5A"/>
    <w:rsid w:val="00583BC2"/>
    <w:rsid w:val="00597F84"/>
    <w:rsid w:val="005C1599"/>
    <w:rsid w:val="005D21B3"/>
    <w:rsid w:val="005F1404"/>
    <w:rsid w:val="0061068E"/>
    <w:rsid w:val="00616923"/>
    <w:rsid w:val="00636A9F"/>
    <w:rsid w:val="006510C5"/>
    <w:rsid w:val="00660AD3"/>
    <w:rsid w:val="00677B7F"/>
    <w:rsid w:val="00684F57"/>
    <w:rsid w:val="006A5570"/>
    <w:rsid w:val="006A689C"/>
    <w:rsid w:val="006B3D79"/>
    <w:rsid w:val="006D7AFE"/>
    <w:rsid w:val="006E0578"/>
    <w:rsid w:val="006E314D"/>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2E3A"/>
    <w:rsid w:val="0079518D"/>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A0FDE"/>
    <w:rsid w:val="009B14A9"/>
    <w:rsid w:val="009B2E97"/>
    <w:rsid w:val="009B7FEC"/>
    <w:rsid w:val="009D4ED5"/>
    <w:rsid w:val="009E07F4"/>
    <w:rsid w:val="009F3193"/>
    <w:rsid w:val="009F392E"/>
    <w:rsid w:val="00A171DE"/>
    <w:rsid w:val="00A2136C"/>
    <w:rsid w:val="00A3535C"/>
    <w:rsid w:val="00A36C4E"/>
    <w:rsid w:val="00A56839"/>
    <w:rsid w:val="00A6177B"/>
    <w:rsid w:val="00A66136"/>
    <w:rsid w:val="00A725E4"/>
    <w:rsid w:val="00A751AE"/>
    <w:rsid w:val="00A83FF8"/>
    <w:rsid w:val="00A96759"/>
    <w:rsid w:val="00AA4CBB"/>
    <w:rsid w:val="00AA65FA"/>
    <w:rsid w:val="00AA7351"/>
    <w:rsid w:val="00AD056F"/>
    <w:rsid w:val="00AD092D"/>
    <w:rsid w:val="00AD6731"/>
    <w:rsid w:val="00AE5EDA"/>
    <w:rsid w:val="00AF4790"/>
    <w:rsid w:val="00AF77DB"/>
    <w:rsid w:val="00B15D0D"/>
    <w:rsid w:val="00B41164"/>
    <w:rsid w:val="00B6074B"/>
    <w:rsid w:val="00B75EE1"/>
    <w:rsid w:val="00B77481"/>
    <w:rsid w:val="00B8518B"/>
    <w:rsid w:val="00B876DB"/>
    <w:rsid w:val="00BA49C5"/>
    <w:rsid w:val="00BA4D98"/>
    <w:rsid w:val="00BD7E91"/>
    <w:rsid w:val="00C02D0A"/>
    <w:rsid w:val="00C03A6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50B02"/>
    <w:rsid w:val="00D6163D"/>
    <w:rsid w:val="00D65DEB"/>
    <w:rsid w:val="00D7339C"/>
    <w:rsid w:val="00D73D46"/>
    <w:rsid w:val="00D7414C"/>
    <w:rsid w:val="00D831A3"/>
    <w:rsid w:val="00D92AC3"/>
    <w:rsid w:val="00DA3796"/>
    <w:rsid w:val="00DA7CC6"/>
    <w:rsid w:val="00DC75F3"/>
    <w:rsid w:val="00DD0EE1"/>
    <w:rsid w:val="00DD46F3"/>
    <w:rsid w:val="00DE3829"/>
    <w:rsid w:val="00DE56F2"/>
    <w:rsid w:val="00DF116D"/>
    <w:rsid w:val="00DF54B0"/>
    <w:rsid w:val="00DF7FC6"/>
    <w:rsid w:val="00E05EC5"/>
    <w:rsid w:val="00E25867"/>
    <w:rsid w:val="00E76DC4"/>
    <w:rsid w:val="00E87E3F"/>
    <w:rsid w:val="00E90063"/>
    <w:rsid w:val="00EB104F"/>
    <w:rsid w:val="00EB4268"/>
    <w:rsid w:val="00ED14BD"/>
    <w:rsid w:val="00EE77E4"/>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E32F0A4-9F8A-452A-9BF1-A21385C75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141</TotalTime>
  <Pages>12</Pages>
  <Words>4044</Words>
  <Characters>23862</Characters>
  <Application>Microsoft Office Word</Application>
  <DocSecurity>0</DocSecurity>
  <Lines>198</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Uhlíř Ladislav, Mgr.</cp:lastModifiedBy>
  <cp:revision>29</cp:revision>
  <cp:lastPrinted>2023-01-03T06:15:00Z</cp:lastPrinted>
  <dcterms:created xsi:type="dcterms:W3CDTF">2021-05-06T05:23:00Z</dcterms:created>
  <dcterms:modified xsi:type="dcterms:W3CDTF">2023-01-09T10:11:00Z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